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8BBBF" w14:textId="77777777" w:rsidR="002D3058" w:rsidRPr="002D3058" w:rsidRDefault="002D3058" w:rsidP="002D3058">
      <w:r w:rsidRPr="002D3058">
        <w:rPr>
          <w:b/>
          <w:bCs/>
        </w:rPr>
        <w:t>NÁVRH OBCHODNÍCH A SMLUVNÍCH PODMÍNEK</w:t>
      </w:r>
      <w:r w:rsidRPr="002D3058">
        <w:br/>
      </w:r>
      <w:r w:rsidRPr="002D3058">
        <w:rPr>
          <w:b/>
          <w:bCs/>
        </w:rPr>
        <w:t>SMLOUVA O DÍLO</w:t>
      </w:r>
      <w:r w:rsidRPr="002D3058">
        <w:br/>
        <w:t>uzavřená podle ustanovení § 2586 a násl. zákona č. 89/2012 Sb., občanský zákoník, ve znění pozdějších předpisů</w:t>
      </w:r>
    </w:p>
    <w:p w14:paraId="5EE77124" w14:textId="5419829E" w:rsidR="002D3058" w:rsidRPr="002D3058" w:rsidRDefault="002D3058" w:rsidP="002D3058">
      <w:r w:rsidRPr="002D3058">
        <w:t xml:space="preserve">Tato smlouva je uzavírána na základě výsledku veřejné zakázky s názvem: </w:t>
      </w:r>
      <w:r w:rsidRPr="002D3058">
        <w:rPr>
          <w:b/>
          <w:bCs/>
        </w:rPr>
        <w:t>Úprava venkovního areálu s prvky přírodní zahrady v Základní škole</w:t>
      </w:r>
      <w:r w:rsidR="005C2172">
        <w:rPr>
          <w:b/>
          <w:bCs/>
        </w:rPr>
        <w:t xml:space="preserve"> a v Mateřské škole </w:t>
      </w:r>
      <w:bookmarkStart w:id="0" w:name="_GoBack"/>
      <w:bookmarkEnd w:id="0"/>
      <w:r w:rsidRPr="002D3058">
        <w:rPr>
          <w:b/>
          <w:bCs/>
        </w:rPr>
        <w:t xml:space="preserve">Na Výsluní, Uherský Brod, </w:t>
      </w:r>
      <w:proofErr w:type="spellStart"/>
      <w:r w:rsidRPr="002D3058">
        <w:rPr>
          <w:b/>
          <w:bCs/>
        </w:rPr>
        <w:t>p.o</w:t>
      </w:r>
      <w:proofErr w:type="spellEnd"/>
      <w:r w:rsidRPr="002D3058">
        <w:rPr>
          <w:b/>
          <w:bCs/>
        </w:rPr>
        <w:t>.</w:t>
      </w:r>
      <w:r w:rsidRPr="002D3058">
        <w:t>, ve které Zhotovitel předložil nejvhodnější nabídku z hlediska hodnotících kritérií stanovených Objednatelem.</w:t>
      </w:r>
    </w:p>
    <w:p w14:paraId="6FEC5B5A" w14:textId="77777777" w:rsidR="002D3058" w:rsidRPr="002D3058" w:rsidRDefault="002D3058" w:rsidP="002D3058">
      <w:r w:rsidRPr="002D3058">
        <w:rPr>
          <w:b/>
          <w:bCs/>
        </w:rPr>
        <w:t>I. Smluvní strany</w:t>
      </w:r>
      <w:r w:rsidRPr="002D3058">
        <w:br/>
      </w:r>
      <w:r w:rsidRPr="002D3058">
        <w:rPr>
          <w:b/>
          <w:bCs/>
        </w:rPr>
        <w:t>Objednatel:</w:t>
      </w:r>
      <w:r w:rsidRPr="002D3058">
        <w:br/>
        <w:t>Základní škola a Mateřská škola Na Výsluní, Uherský Brod, příspěvková organizace</w:t>
      </w:r>
      <w:r w:rsidRPr="002D3058">
        <w:br/>
        <w:t>jehož jménem jedná: Ing. Martina Zemánková, ředitelka školy</w:t>
      </w:r>
      <w:r w:rsidRPr="002D3058">
        <w:br/>
        <w:t>se sídlem: Na Výsluní 2047, Uherský Brod 688 01</w:t>
      </w:r>
      <w:r w:rsidRPr="002D3058">
        <w:br/>
        <w:t>IČ: 70932310</w:t>
      </w:r>
      <w:r w:rsidRPr="002D3058">
        <w:br/>
        <w:t>číslo účtu: 86-4099910247/0100</w:t>
      </w:r>
      <w:r w:rsidRPr="002D3058">
        <w:br/>
        <w:t>kontaktní osoba: Ing. Martina Zemánková, ředitelka školy</w:t>
      </w:r>
      <w:r w:rsidRPr="002D3058">
        <w:br/>
        <w:t>tel.: +420 572 805 500</w:t>
      </w:r>
      <w:r w:rsidRPr="002D3058">
        <w:br/>
        <w:t>email: martina.zemankova@zsvysluni.cz</w:t>
      </w:r>
      <w:r w:rsidRPr="002D3058">
        <w:br/>
        <w:t>(dále jen „Objednatel”)</w:t>
      </w:r>
    </w:p>
    <w:p w14:paraId="59796D67" w14:textId="77777777" w:rsidR="002D3058" w:rsidRPr="002D3058" w:rsidRDefault="002D3058" w:rsidP="002D3058">
      <w:r w:rsidRPr="002D3058">
        <w:rPr>
          <w:b/>
          <w:bCs/>
        </w:rPr>
        <w:t>Zhotovitel:</w:t>
      </w:r>
      <w:r w:rsidRPr="002D3058">
        <w:br/>
        <w:t>[název, sídlo, IČO, DIČ, zástupce – bude doplněno účastníkem řízení]</w:t>
      </w:r>
      <w:r w:rsidRPr="002D3058">
        <w:br/>
        <w:t>(dále jen „Zhotovitel”)</w:t>
      </w:r>
    </w:p>
    <w:p w14:paraId="2266DCDD" w14:textId="77777777" w:rsidR="002D3058" w:rsidRPr="002D3058" w:rsidRDefault="002D3058" w:rsidP="002D3058">
      <w:r w:rsidRPr="002D3058">
        <w:rPr>
          <w:b/>
          <w:bCs/>
        </w:rPr>
        <w:t>II. Předmět smlouvy</w:t>
      </w:r>
    </w:p>
    <w:p w14:paraId="5F33D8F5" w14:textId="1E557FBC" w:rsidR="002D3058" w:rsidRPr="002D3058" w:rsidRDefault="002D3058" w:rsidP="002D3058">
      <w:pPr>
        <w:numPr>
          <w:ilvl w:val="0"/>
          <w:numId w:val="1"/>
        </w:numPr>
      </w:pPr>
      <w:r w:rsidRPr="002D3058">
        <w:t xml:space="preserve">Zhotovitel se zavazuje provést pro objednatele dílo v rámci projektu s názvem: </w:t>
      </w:r>
      <w:r w:rsidRPr="002D3058">
        <w:rPr>
          <w:b/>
          <w:bCs/>
        </w:rPr>
        <w:t>„Úprava venkovního areálu s prvky přírodní zahrady v</w:t>
      </w:r>
      <w:r w:rsidR="008D6DD2">
        <w:rPr>
          <w:b/>
          <w:bCs/>
        </w:rPr>
        <w:t xml:space="preserve"> Mateřské škole ZŠ a MŠ </w:t>
      </w:r>
      <w:r w:rsidRPr="002D3058">
        <w:rPr>
          <w:b/>
          <w:bCs/>
        </w:rPr>
        <w:t xml:space="preserve">Na Výsluní, Uherský Brod, </w:t>
      </w:r>
      <w:proofErr w:type="spellStart"/>
      <w:r w:rsidRPr="002D3058">
        <w:rPr>
          <w:b/>
          <w:bCs/>
        </w:rPr>
        <w:t>p.o</w:t>
      </w:r>
      <w:proofErr w:type="spellEnd"/>
      <w:r w:rsidRPr="002D3058">
        <w:rPr>
          <w:b/>
          <w:bCs/>
        </w:rPr>
        <w:t>.”</w:t>
      </w:r>
      <w:r w:rsidRPr="002D3058">
        <w:t>. Předmět díla je podrobně specifikován v příloze č. 1 a příloze č. 2, které jsou nedílnou součástí této smlouvy.</w:t>
      </w:r>
    </w:p>
    <w:p w14:paraId="63172491" w14:textId="77777777" w:rsidR="002D3058" w:rsidRPr="002D3058" w:rsidRDefault="002D3058" w:rsidP="002D3058">
      <w:pPr>
        <w:numPr>
          <w:ilvl w:val="0"/>
          <w:numId w:val="1"/>
        </w:numPr>
      </w:pPr>
      <w:r w:rsidRPr="002D3058">
        <w:t>Zhotovitel provede dílo v kvalitě stanovené příslušnými platnými normami a předpisy.</w:t>
      </w:r>
    </w:p>
    <w:p w14:paraId="09E2A84B" w14:textId="77777777" w:rsidR="002D3058" w:rsidRPr="002D3058" w:rsidRDefault="002D3058" w:rsidP="002D3058">
      <w:pPr>
        <w:numPr>
          <w:ilvl w:val="0"/>
          <w:numId w:val="1"/>
        </w:numPr>
      </w:pPr>
      <w:r w:rsidRPr="002D3058">
        <w:t>Objednatel se zavazuje k převzetí díla a k zaplacení ceny za podmínek dále uvedených.</w:t>
      </w:r>
    </w:p>
    <w:p w14:paraId="575F0203" w14:textId="77777777" w:rsidR="002D3058" w:rsidRPr="002D3058" w:rsidRDefault="002D3058" w:rsidP="002D3058">
      <w:r w:rsidRPr="002D3058">
        <w:rPr>
          <w:b/>
          <w:bCs/>
        </w:rPr>
        <w:t>III. Čas plnění</w:t>
      </w:r>
    </w:p>
    <w:p w14:paraId="72DD12D7" w14:textId="31059258" w:rsidR="002D3058" w:rsidRPr="002D3058" w:rsidRDefault="002D3058" w:rsidP="002D3058">
      <w:pPr>
        <w:numPr>
          <w:ilvl w:val="0"/>
          <w:numId w:val="2"/>
        </w:numPr>
      </w:pPr>
      <w:r w:rsidRPr="002D3058">
        <w:t>Zhotovitel se zavazuje realizovat dílo v následujících termínech:</w:t>
      </w:r>
      <w:r w:rsidRPr="002D3058">
        <w:br/>
        <w:t xml:space="preserve">Zahájení: </w:t>
      </w:r>
      <w:r w:rsidR="00BF4FB2">
        <w:t>21.7.</w:t>
      </w:r>
      <w:r w:rsidRPr="002D3058">
        <w:t xml:space="preserve"> 2025</w:t>
      </w:r>
      <w:r w:rsidRPr="002D3058">
        <w:br/>
        <w:t>Dokončení: 30. 9. 2025</w:t>
      </w:r>
    </w:p>
    <w:p w14:paraId="03D837A9" w14:textId="77777777" w:rsidR="00D0486C" w:rsidRDefault="00D0486C" w:rsidP="002D3058">
      <w:pPr>
        <w:rPr>
          <w:b/>
          <w:bCs/>
        </w:rPr>
      </w:pPr>
    </w:p>
    <w:p w14:paraId="4BCA937A" w14:textId="77777777" w:rsidR="00D0486C" w:rsidRDefault="00D0486C" w:rsidP="002D3058">
      <w:pPr>
        <w:rPr>
          <w:b/>
          <w:bCs/>
        </w:rPr>
      </w:pPr>
    </w:p>
    <w:p w14:paraId="510B86B0" w14:textId="77777777" w:rsidR="00D0486C" w:rsidRDefault="00D0486C" w:rsidP="002D3058">
      <w:pPr>
        <w:rPr>
          <w:b/>
          <w:bCs/>
        </w:rPr>
      </w:pPr>
    </w:p>
    <w:p w14:paraId="6A27FFF6" w14:textId="77777777" w:rsidR="00D0486C" w:rsidRDefault="00D0486C" w:rsidP="002D3058">
      <w:pPr>
        <w:rPr>
          <w:b/>
          <w:bCs/>
        </w:rPr>
      </w:pPr>
    </w:p>
    <w:p w14:paraId="02009203" w14:textId="77777777" w:rsidR="00D0486C" w:rsidRDefault="00D0486C" w:rsidP="002D3058">
      <w:pPr>
        <w:rPr>
          <w:b/>
          <w:bCs/>
        </w:rPr>
      </w:pPr>
    </w:p>
    <w:p w14:paraId="2628B592" w14:textId="1B936E70" w:rsidR="002D3058" w:rsidRPr="002D3058" w:rsidRDefault="002D3058" w:rsidP="002D3058">
      <w:r w:rsidRPr="002D3058">
        <w:rPr>
          <w:b/>
          <w:bCs/>
        </w:rPr>
        <w:lastRenderedPageBreak/>
        <w:t>IV. Cena díla</w:t>
      </w:r>
    </w:p>
    <w:p w14:paraId="02CA786F" w14:textId="77777777" w:rsidR="002D3058" w:rsidRPr="002D3058" w:rsidRDefault="002D3058" w:rsidP="002D3058">
      <w:pPr>
        <w:numPr>
          <w:ilvl w:val="0"/>
          <w:numId w:val="3"/>
        </w:numPr>
      </w:pPr>
      <w:r w:rsidRPr="002D3058">
        <w:t>Cena díla je sjednána dohodou smluvních stran v souladu se zákonem č. 526/1990 Sb., o cenách, ve znění pozdějších předpisů, a činí:</w:t>
      </w:r>
    </w:p>
    <w:p w14:paraId="6010C203" w14:textId="77777777" w:rsidR="003245D3" w:rsidRPr="007E3FC0" w:rsidRDefault="003245D3" w:rsidP="003245D3">
      <w:pPr>
        <w:numPr>
          <w:ilvl w:val="0"/>
          <w:numId w:val="3"/>
        </w:numPr>
        <w:rPr>
          <w:highlight w:val="yellow"/>
        </w:rPr>
      </w:pPr>
      <w:r w:rsidRPr="002D3058">
        <w:t xml:space="preserve">cena bez DPH: </w:t>
      </w:r>
      <w:proofErr w:type="spellStart"/>
      <w:r w:rsidRPr="007E3FC0">
        <w:rPr>
          <w:highlight w:val="yellow"/>
        </w:rPr>
        <w:t>xxxxxxxx</w:t>
      </w:r>
      <w:proofErr w:type="spellEnd"/>
    </w:p>
    <w:p w14:paraId="7DEFD10A" w14:textId="77777777" w:rsidR="003245D3" w:rsidRPr="007E3FC0" w:rsidRDefault="003245D3" w:rsidP="003245D3">
      <w:pPr>
        <w:numPr>
          <w:ilvl w:val="0"/>
          <w:numId w:val="3"/>
        </w:numPr>
        <w:rPr>
          <w:highlight w:val="yellow"/>
        </w:rPr>
      </w:pPr>
      <w:r w:rsidRPr="002D3058">
        <w:t xml:space="preserve">DPH 21 %: </w:t>
      </w:r>
      <w:proofErr w:type="spellStart"/>
      <w:r w:rsidRPr="007E3FC0">
        <w:rPr>
          <w:highlight w:val="yellow"/>
        </w:rPr>
        <w:t>xxxxxxx</w:t>
      </w:r>
      <w:proofErr w:type="spellEnd"/>
    </w:p>
    <w:p w14:paraId="743378AC" w14:textId="77777777" w:rsidR="003245D3" w:rsidRPr="007E3FC0" w:rsidRDefault="003245D3" w:rsidP="003245D3">
      <w:pPr>
        <w:numPr>
          <w:ilvl w:val="0"/>
          <w:numId w:val="3"/>
        </w:numPr>
        <w:rPr>
          <w:highlight w:val="yellow"/>
        </w:rPr>
      </w:pPr>
      <w:r w:rsidRPr="002D3058">
        <w:t xml:space="preserve">cena včetně DPH: </w:t>
      </w:r>
      <w:proofErr w:type="spellStart"/>
      <w:r w:rsidRPr="007E3FC0">
        <w:rPr>
          <w:highlight w:val="yellow"/>
        </w:rPr>
        <w:t>xxxxxxx</w:t>
      </w:r>
      <w:proofErr w:type="spellEnd"/>
    </w:p>
    <w:p w14:paraId="36A6BDB7" w14:textId="77777777" w:rsidR="002D3058" w:rsidRPr="002D3058" w:rsidRDefault="002D3058" w:rsidP="002D3058">
      <w:pPr>
        <w:numPr>
          <w:ilvl w:val="0"/>
          <w:numId w:val="5"/>
        </w:numPr>
      </w:pPr>
      <w:r w:rsidRPr="002D3058">
        <w:t>Zhotovitel potvrzuje, že sjednaná cena obsahuje veškeré náklady (mimo vlastní dílo i např. náklady na zařízení, provoz, údržbu a vyklizení zařízení místa realizace, náklady související s kompletací díla apod.) a zisk zhotovitele, nutné k řádné realizaci díla v rozsahu dle čl. II, dále obsahuje daň z přidané hodnoty a očekávaný vývoj cen k datu předání díla.</w:t>
      </w:r>
    </w:p>
    <w:p w14:paraId="35C8D70B" w14:textId="77777777" w:rsidR="002D3058" w:rsidRPr="002D3058" w:rsidRDefault="002D3058" w:rsidP="002D3058">
      <w:pPr>
        <w:numPr>
          <w:ilvl w:val="0"/>
          <w:numId w:val="5"/>
        </w:numPr>
      </w:pPr>
      <w:r w:rsidRPr="002D3058">
        <w:t>Cena díla je dohodnuta jako cena nejvýše přípustná. Zhotovitel je oprávněn zvýšit cenu díla pouze z důvodů uvedených v této smlouvě.</w:t>
      </w:r>
    </w:p>
    <w:p w14:paraId="74EE985C" w14:textId="77777777" w:rsidR="002D3058" w:rsidRPr="002D3058" w:rsidRDefault="002D3058" w:rsidP="002D3058">
      <w:r w:rsidRPr="002D3058">
        <w:rPr>
          <w:b/>
          <w:bCs/>
        </w:rPr>
        <w:t>V. Platební podmínky</w:t>
      </w:r>
      <w:r w:rsidRPr="002D3058">
        <w:br/>
        <w:t>Cena za zhotovení díla bude Objednatelem uhrazena na základě Zhotovitelem vystavené faktury. Konečnou fakturu vystaví Zhotovitel do 14 dnů od předání díla. Splatnost faktur činí 14 dnů od doručení. Neobsahuje-li faktura předepsané náležitosti, lhůta splatnosti se přerušuje.</w:t>
      </w:r>
    </w:p>
    <w:p w14:paraId="0057F9B0" w14:textId="3F0EE8EA" w:rsidR="002D3058" w:rsidRPr="002D3058" w:rsidRDefault="002D3058" w:rsidP="002D3058">
      <w:r w:rsidRPr="002D3058">
        <w:rPr>
          <w:b/>
          <w:bCs/>
        </w:rPr>
        <w:t>VI. Místo plnění</w:t>
      </w:r>
      <w:r w:rsidRPr="002D3058">
        <w:br/>
        <w:t>Místem plnění je zahrada při Základní škole a Mateřské škole Na Výsluní, Uherský Brod, příspěvková organizace, adresa: Na Výsluní 2047, 688 01 Uherský Brod, pozemková parcela č. 1398/</w:t>
      </w:r>
      <w:r w:rsidR="008D6DD2">
        <w:t>3</w:t>
      </w:r>
      <w:r w:rsidRPr="002D3058">
        <w:t xml:space="preserve">, </w:t>
      </w:r>
      <w:proofErr w:type="spellStart"/>
      <w:r w:rsidRPr="002D3058">
        <w:t>k.ú</w:t>
      </w:r>
      <w:proofErr w:type="spellEnd"/>
      <w:r w:rsidRPr="002D3058">
        <w:t>. Uherský Brod [772984].</w:t>
      </w:r>
    </w:p>
    <w:p w14:paraId="4A127694" w14:textId="77777777" w:rsidR="002D3058" w:rsidRPr="002D3058" w:rsidRDefault="002D3058" w:rsidP="002D3058">
      <w:r w:rsidRPr="002D3058">
        <w:rPr>
          <w:b/>
          <w:bCs/>
        </w:rPr>
        <w:t>VII. Provádění díla</w:t>
      </w:r>
      <w:r w:rsidRPr="002D3058">
        <w:br/>
        <w:t>Zhotovitel je povinen provádět dílo řádně, kvalitně a v souladu s právními předpisy. Zajistí bezpečnost práce a ochranu zdraví svých pracovníků a odpovídá za vzniklé škody. Po dokončení každé části díla je povinen zajistit úklid a odstranění odpadu.</w:t>
      </w:r>
    </w:p>
    <w:p w14:paraId="415BFAF6" w14:textId="77777777" w:rsidR="002D3058" w:rsidRPr="002D3058" w:rsidRDefault="002D3058" w:rsidP="002D3058">
      <w:r w:rsidRPr="002D3058">
        <w:rPr>
          <w:b/>
          <w:bCs/>
        </w:rPr>
        <w:t>VIII. Předání díla</w:t>
      </w:r>
      <w:r w:rsidRPr="002D3058">
        <w:br/>
        <w:t>Předání a převzetí díla proběhne na základě písemného protokolu. Objednatel není povinen převzít vadné nebo nekompletní dílo. Zhotovitel je povinen vady odstranit bez zbytečného odkladu.</w:t>
      </w:r>
    </w:p>
    <w:p w14:paraId="00B78683" w14:textId="77777777" w:rsidR="002D3058" w:rsidRPr="002D3058" w:rsidRDefault="002D3058" w:rsidP="002D3058">
      <w:r w:rsidRPr="002D3058">
        <w:rPr>
          <w:b/>
          <w:bCs/>
        </w:rPr>
        <w:t>IX. Záruční doba a odpovědnost za vady</w:t>
      </w:r>
      <w:r w:rsidRPr="002D3058">
        <w:br/>
        <w:t>Zhotovitel poskytuje záruku 12 měsíců ode dne převzetí díla. Odpovídá za zjevné i skryté vady. Záruční doba se nevztahuje na opotřebení a vady způsobené nesprávným užíváním nebo vyšší mocí.</w:t>
      </w:r>
    </w:p>
    <w:p w14:paraId="1BB00C96" w14:textId="77777777" w:rsidR="002D3058" w:rsidRPr="002D3058" w:rsidRDefault="002D3058" w:rsidP="002D3058">
      <w:r w:rsidRPr="002D3058">
        <w:rPr>
          <w:b/>
          <w:bCs/>
        </w:rPr>
        <w:t>X. Smluvní pokuty</w:t>
      </w:r>
      <w:r w:rsidRPr="002D3058">
        <w:br/>
        <w:t>Za prodlení s dokončením díla je Zhotovitel povinen zaplatit Objednateli smluvní pokutu ve výši 0,2 % z ceny díla za každý den prodlení. Objednatel je oprávněn uplatnit náhradu škody nad rámec této sankce.</w:t>
      </w:r>
    </w:p>
    <w:p w14:paraId="4BDF846D" w14:textId="77777777" w:rsidR="002D3058" w:rsidRPr="002D3058" w:rsidRDefault="002D3058" w:rsidP="002D3058">
      <w:r w:rsidRPr="002D3058">
        <w:rPr>
          <w:b/>
          <w:bCs/>
        </w:rPr>
        <w:t>XI. Odstoupení od smlouvy</w:t>
      </w:r>
      <w:r w:rsidRPr="002D3058">
        <w:br/>
        <w:t xml:space="preserve">Každá ze smluvních stran může od smlouvy odstoupit v případě podstatného porušení </w:t>
      </w:r>
      <w:r w:rsidRPr="002D3058">
        <w:lastRenderedPageBreak/>
        <w:t>povinností druhou stranou. Odstoupení musí být písemné a účinné dnem doručení druhé straně.</w:t>
      </w:r>
    </w:p>
    <w:p w14:paraId="58E815D6" w14:textId="77777777" w:rsidR="002D3058" w:rsidRPr="002D3058" w:rsidRDefault="002D3058" w:rsidP="002D3058">
      <w:r w:rsidRPr="002D3058">
        <w:rPr>
          <w:b/>
          <w:bCs/>
        </w:rPr>
        <w:t>XII. Závěrečná ustanovení</w:t>
      </w:r>
      <w:r w:rsidRPr="002D3058">
        <w:br/>
        <w:t>Tato smlouva nabývá účinnosti dnem jejího podpisu oběma smluvními stranami. Je vyhotovena ve dvou stejnopisech s platností a závazností pro obě strany. Práva a povinnosti smlouvou neupravené se řídí příslušnými ustanoveními občanského zákoníku.</w:t>
      </w:r>
    </w:p>
    <w:p w14:paraId="5A9A98CB" w14:textId="77777777" w:rsidR="002D3058" w:rsidRPr="002D3058" w:rsidRDefault="002D3058" w:rsidP="002D3058">
      <w:r w:rsidRPr="002D3058">
        <w:rPr>
          <w:b/>
          <w:bCs/>
        </w:rPr>
        <w:t>Přílohy:</w:t>
      </w:r>
      <w:r w:rsidRPr="002D3058">
        <w:br/>
        <w:t>Příloha č. 1 – Podrobný položkový rozpočet</w:t>
      </w:r>
      <w:r w:rsidRPr="002D3058">
        <w:br/>
        <w:t>Příloha č. 2 – Specifikace prvků přírodní zahrady</w:t>
      </w:r>
    </w:p>
    <w:p w14:paraId="77E48CB8" w14:textId="77777777" w:rsidR="002D3058" w:rsidRPr="002D3058" w:rsidRDefault="002D3058" w:rsidP="002D3058">
      <w:r w:rsidRPr="002D3058">
        <w:rPr>
          <w:b/>
          <w:bCs/>
        </w:rPr>
        <w:t>V Uherském Brodě dne: ..............</w:t>
      </w:r>
    </w:p>
    <w:p w14:paraId="15F75B0B" w14:textId="77777777" w:rsidR="002D3058" w:rsidRPr="002D3058" w:rsidRDefault="002D3058" w:rsidP="002D3058">
      <w:r w:rsidRPr="002D3058">
        <w:t>Za Objednatele: Ing. Martina Zemánková, ředitelka školy</w:t>
      </w:r>
      <w:r w:rsidRPr="002D3058">
        <w:br/>
        <w:t>Za Zhotovitele: .....................................................</w:t>
      </w:r>
    </w:p>
    <w:p w14:paraId="440423EE" w14:textId="77777777" w:rsidR="00020498" w:rsidRDefault="00020498"/>
    <w:sectPr w:rsidR="000204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938EA" w14:textId="77777777" w:rsidR="00EA7E4C" w:rsidRDefault="00EA7E4C" w:rsidP="00EA7E4C">
      <w:pPr>
        <w:spacing w:after="0" w:line="240" w:lineRule="auto"/>
      </w:pPr>
      <w:r>
        <w:separator/>
      </w:r>
    </w:p>
  </w:endnote>
  <w:endnote w:type="continuationSeparator" w:id="0">
    <w:p w14:paraId="72E7FFA9" w14:textId="77777777" w:rsidR="00EA7E4C" w:rsidRDefault="00EA7E4C" w:rsidP="00EA7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08B33" w14:textId="77777777" w:rsidR="00EA7E4C" w:rsidRDefault="00EA7E4C" w:rsidP="00EA7E4C">
    <w:pPr>
      <w:pStyle w:val="Normlnweb"/>
      <w:spacing w:line="240" w:lineRule="auto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Základní škola a Mateřská škola </w:t>
    </w:r>
    <w:r w:rsidRPr="00842DD1">
      <w:rPr>
        <w:color w:val="000000"/>
        <w:sz w:val="16"/>
        <w:szCs w:val="16"/>
      </w:rPr>
      <w:t xml:space="preserve">Na Výsluní 2047, 688 01 Uherský Brod, </w:t>
    </w:r>
    <w:r>
      <w:rPr>
        <w:color w:val="000000"/>
        <w:sz w:val="16"/>
        <w:szCs w:val="16"/>
      </w:rPr>
      <w:t>příspěvková organizace</w:t>
    </w:r>
  </w:p>
  <w:p w14:paraId="0050CC7D" w14:textId="7A9C23D4" w:rsidR="00EA7E4C" w:rsidRPr="00EA7E4C" w:rsidRDefault="00EA7E4C" w:rsidP="00EA7E4C">
    <w:pPr>
      <w:pStyle w:val="Normlnweb"/>
      <w:spacing w:after="240" w:line="240" w:lineRule="auto"/>
      <w:jc w:val="center"/>
      <w:rPr>
        <w:color w:val="000000"/>
        <w:sz w:val="16"/>
        <w:szCs w:val="16"/>
      </w:rPr>
    </w:pPr>
    <w:r w:rsidRPr="00842DD1">
      <w:rPr>
        <w:color w:val="000000"/>
        <w:sz w:val="16"/>
        <w:szCs w:val="16"/>
      </w:rPr>
      <w:t>IČ 70932310, e</w:t>
    </w:r>
    <w:r>
      <w:rPr>
        <w:color w:val="000000"/>
        <w:sz w:val="16"/>
        <w:szCs w:val="16"/>
      </w:rPr>
      <w:t>lektronická podatelna</w:t>
    </w:r>
    <w:r w:rsidRPr="00842DD1">
      <w:rPr>
        <w:color w:val="000000"/>
        <w:sz w:val="16"/>
        <w:szCs w:val="16"/>
      </w:rPr>
      <w:t xml:space="preserve">: </w:t>
    </w:r>
    <w:hyperlink r:id="rId1" w:history="1">
      <w:r w:rsidRPr="00AD21C8">
        <w:rPr>
          <w:rStyle w:val="Hypertextovodkaz"/>
          <w:rFonts w:eastAsiaTheme="majorEastAsia"/>
          <w:sz w:val="16"/>
          <w:szCs w:val="16"/>
        </w:rPr>
        <w:t>podatelna@zsvysluni.cz</w:t>
      </w:r>
    </w:hyperlink>
    <w:r w:rsidRPr="00842DD1">
      <w:rPr>
        <w:color w:val="000000"/>
        <w:sz w:val="16"/>
        <w:szCs w:val="16"/>
      </w:rPr>
      <w:t>,</w:t>
    </w:r>
    <w:r>
      <w:rPr>
        <w:color w:val="00000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datová schránka: </w:t>
    </w:r>
    <w:r w:rsidRPr="00842DD1">
      <w:rPr>
        <w:color w:val="000000"/>
        <w:sz w:val="16"/>
        <w:szCs w:val="16"/>
      </w:rPr>
      <w:t>gh6muvb, tel: 572 805 500, mobil: 604 917</w:t>
    </w:r>
    <w:r>
      <w:rPr>
        <w:color w:val="000000"/>
        <w:sz w:val="16"/>
        <w:szCs w:val="16"/>
      </w:rPr>
      <w:t> </w:t>
    </w:r>
    <w:r w:rsidRPr="00842DD1">
      <w:rPr>
        <w:color w:val="000000"/>
        <w:sz w:val="16"/>
        <w:szCs w:val="16"/>
      </w:rPr>
      <w:t>123</w:t>
    </w:r>
    <w:r>
      <w:rPr>
        <w:color w:val="000000"/>
        <w:sz w:val="16"/>
        <w:szCs w:val="16"/>
      </w:rPr>
      <w:t>, bankovní spojení: 89-4099910247/0100, KB, a.s.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60D07" w14:textId="77777777" w:rsidR="00EA7E4C" w:rsidRDefault="00EA7E4C" w:rsidP="00EA7E4C">
      <w:pPr>
        <w:spacing w:after="0" w:line="240" w:lineRule="auto"/>
      </w:pPr>
      <w:r>
        <w:separator/>
      </w:r>
    </w:p>
  </w:footnote>
  <w:footnote w:type="continuationSeparator" w:id="0">
    <w:p w14:paraId="23096E49" w14:textId="77777777" w:rsidR="00EA7E4C" w:rsidRDefault="00EA7E4C" w:rsidP="00EA7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44D37" w14:textId="77777777" w:rsidR="00EA7E4C" w:rsidRDefault="00EA7E4C" w:rsidP="00EA7E4C">
    <w:pPr>
      <w:pStyle w:val="Nadpis4"/>
      <w:ind w:left="864"/>
      <w:rPr>
        <w:b/>
        <w:sz w:val="20"/>
        <w:szCs w:val="20"/>
      </w:rPr>
    </w:pPr>
    <w:r w:rsidRPr="00B6107D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47AC5E" wp14:editId="05AC3C0A">
          <wp:simplePos x="0" y="0"/>
          <wp:positionH relativeFrom="column">
            <wp:posOffset>5060315</wp:posOffset>
          </wp:positionH>
          <wp:positionV relativeFrom="paragraph">
            <wp:posOffset>-106045</wp:posOffset>
          </wp:positionV>
          <wp:extent cx="801370" cy="818515"/>
          <wp:effectExtent l="0" t="0" r="0" b="635"/>
          <wp:wrapSquare wrapText="bothSides"/>
          <wp:docPr id="839419262" name="Obrázek 3" descr="Není k dispozici žádný popis fotk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ní k dispozici žádný popis fotky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A3098E" w14:textId="77777777" w:rsidR="00EA7E4C" w:rsidRDefault="00EA7E4C" w:rsidP="00EA7E4C">
    <w:pPr>
      <w:pStyle w:val="Nadpis4"/>
      <w:ind w:left="864"/>
      <w:rPr>
        <w:b/>
        <w:sz w:val="20"/>
        <w:szCs w:val="20"/>
      </w:rPr>
    </w:pPr>
  </w:p>
  <w:p w14:paraId="4BB24681" w14:textId="77777777" w:rsidR="00EA7E4C" w:rsidRPr="00DE0EC8" w:rsidRDefault="00EA7E4C" w:rsidP="00EA7E4C">
    <w:pPr>
      <w:pStyle w:val="Nadpis4"/>
      <w:ind w:left="864" w:hanging="864"/>
      <w:rPr>
        <w:b/>
        <w:sz w:val="20"/>
        <w:szCs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87ED5A" wp14:editId="68A9657E">
              <wp:simplePos x="0" y="0"/>
              <wp:positionH relativeFrom="margin">
                <wp:align>center</wp:align>
              </wp:positionH>
              <wp:positionV relativeFrom="paragraph">
                <wp:posOffset>280035</wp:posOffset>
              </wp:positionV>
              <wp:extent cx="6698615" cy="19050"/>
              <wp:effectExtent l="0" t="0" r="26035" b="19050"/>
              <wp:wrapNone/>
              <wp:docPr id="492264992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98615" cy="190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7451C3D9" id="Přímá spojnice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22.05pt" to="527.4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" strokeweight="1.5pt">
              <w10:wrap anchorx="margin"/>
            </v:line>
          </w:pict>
        </mc:Fallback>
      </mc:AlternateContent>
    </w:r>
    <w:r w:rsidRPr="00DE0EC8">
      <w:rPr>
        <w:b/>
        <w:sz w:val="20"/>
        <w:szCs w:val="20"/>
      </w:rPr>
      <w:t>Základní škola a Mateřská škola Na Výsluní</w:t>
    </w:r>
    <w:r>
      <w:rPr>
        <w:b/>
        <w:sz w:val="20"/>
        <w:szCs w:val="20"/>
      </w:rPr>
      <w:t xml:space="preserve"> </w:t>
    </w:r>
    <w:r w:rsidRPr="00DE0EC8">
      <w:rPr>
        <w:b/>
        <w:sz w:val="20"/>
        <w:szCs w:val="20"/>
      </w:rPr>
      <w:t>Uherský Brod, příspěvková organizace</w:t>
    </w:r>
    <w:r>
      <w:rPr>
        <w:b/>
        <w:sz w:val="20"/>
        <w:szCs w:val="20"/>
      </w:rPr>
      <w:t xml:space="preserve">  </w:t>
    </w:r>
  </w:p>
  <w:p w14:paraId="43A479E1" w14:textId="77777777" w:rsidR="00EA7E4C" w:rsidRDefault="00EA7E4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36901"/>
    <w:multiLevelType w:val="multilevel"/>
    <w:tmpl w:val="3F680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55592A"/>
    <w:multiLevelType w:val="multilevel"/>
    <w:tmpl w:val="DDB06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D16433"/>
    <w:multiLevelType w:val="multilevel"/>
    <w:tmpl w:val="A98CE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642D9"/>
    <w:multiLevelType w:val="multilevel"/>
    <w:tmpl w:val="99CE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F51DEA"/>
    <w:multiLevelType w:val="multilevel"/>
    <w:tmpl w:val="C68468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058"/>
    <w:rsid w:val="00020498"/>
    <w:rsid w:val="002D3058"/>
    <w:rsid w:val="003245D3"/>
    <w:rsid w:val="005C2172"/>
    <w:rsid w:val="008B1839"/>
    <w:rsid w:val="008D6DD2"/>
    <w:rsid w:val="009024FE"/>
    <w:rsid w:val="00BF4FB2"/>
    <w:rsid w:val="00C9669A"/>
    <w:rsid w:val="00D0486C"/>
    <w:rsid w:val="00E453A1"/>
    <w:rsid w:val="00EA7E4C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0363F"/>
  <w15:chartTrackingRefBased/>
  <w15:docId w15:val="{73209670-16E7-41CA-83BC-36E44289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D30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D30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D30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2D30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30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30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30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30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30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D30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30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30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2D305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305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305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305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305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305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D30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D3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D30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2D30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D30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D305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D305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D305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D30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D305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D3058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EA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7E4C"/>
  </w:style>
  <w:style w:type="paragraph" w:styleId="Zpat">
    <w:name w:val="footer"/>
    <w:basedOn w:val="Normln"/>
    <w:link w:val="ZpatChar"/>
    <w:uiPriority w:val="99"/>
    <w:unhideWhenUsed/>
    <w:rsid w:val="00EA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7E4C"/>
  </w:style>
  <w:style w:type="character" w:styleId="Hypertextovodkaz">
    <w:name w:val="Hyperlink"/>
    <w:uiPriority w:val="99"/>
    <w:rsid w:val="00EA7E4C"/>
    <w:rPr>
      <w:color w:val="0000FF"/>
      <w:u w:val="single"/>
    </w:rPr>
  </w:style>
  <w:style w:type="paragraph" w:styleId="Normlnweb">
    <w:name w:val="Normal (Web)"/>
    <w:basedOn w:val="Normln"/>
    <w:uiPriority w:val="99"/>
    <w:rsid w:val="00EA7E4C"/>
    <w:pPr>
      <w:spacing w:after="0" w:line="360" w:lineRule="atLeas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zsvyslun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9CCA3EC</Template>
  <TotalTime>3</TotalTime>
  <Pages>3</Pages>
  <Words>651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Zemánková, Martina</dc:creator>
  <cp:keywords/>
  <dc:description/>
  <cp:lastModifiedBy>Hečová Petra, Ing.</cp:lastModifiedBy>
  <cp:revision>5</cp:revision>
  <dcterms:created xsi:type="dcterms:W3CDTF">2025-06-02T08:43:00Z</dcterms:created>
  <dcterms:modified xsi:type="dcterms:W3CDTF">2025-06-13T05:30:00Z</dcterms:modified>
</cp:coreProperties>
</file>